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68C2A38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B6919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01EC77D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36681" w:rsidRPr="00B7627D">
        <w:rPr>
          <w:rFonts w:cstheme="minorHAnsi"/>
          <w:noProof/>
          <w:szCs w:val="18"/>
          <w:lang w:eastAsia="pl-PL"/>
        </w:rPr>
        <w:t>POST/DYS/OW/GZ/04234/2025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536681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3C6F229F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36681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53C00D21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536681" w:rsidRPr="00B7627D">
        <w:rPr>
          <w:rFonts w:cstheme="minorHAnsi"/>
          <w:b/>
          <w:noProof/>
        </w:rPr>
        <w:t>26.04.2027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4C0C6590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536681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536681" w:rsidRPr="00B7627D">
        <w:rPr>
          <w:rFonts w:cstheme="minorHAnsi"/>
          <w:b/>
          <w:noProof/>
        </w:rPr>
        <w:t>26.04.2027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8649C9C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536681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536681" w:rsidRPr="00B7627D">
        <w:rPr>
          <w:rFonts w:cstheme="minorHAnsi"/>
          <w:b/>
          <w:noProof/>
        </w:rPr>
        <w:t>POST/DYS/OW/GZ/04234/2025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2DA3C452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36681" w:rsidRPr="00B7627D">
        <w:rPr>
          <w:rFonts w:cstheme="minorHAnsi"/>
          <w:noProof/>
          <w:lang w:eastAsia="pl-PL"/>
        </w:rPr>
        <w:t>POST/DYS/OW/GZ/04234/2025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36681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46ACBB44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536681" w:rsidRPr="00B7627D">
        <w:rPr>
          <w:rFonts w:cstheme="minorHAnsi"/>
          <w:noProof/>
          <w:lang w:eastAsia="pl-PL"/>
        </w:rPr>
        <w:t>POST/DYS/OW/GZ/04234/2025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536681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D19BCF0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536681" w:rsidRPr="00B7627D">
        <w:rPr>
          <w:rFonts w:cstheme="minorHAnsi"/>
          <w:noProof/>
          <w:lang w:eastAsia="pl-PL"/>
        </w:rPr>
        <w:t>POST/DYS/OW/GZ/04234/2025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536681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5817F1D5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36681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Legionowo obszar R29:Miasto i Gmina Wołomin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E889D42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536681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POST/DYS/OW/GZ/04234/2025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857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B3DC7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B691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369E5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675EF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4234_zał nr 4, 6, 7, 8, 11 do SWZ.docx</dmsv2BaseFileName>
    <dmsv2BaseDisplayName xmlns="http://schemas.microsoft.com/sharepoint/v3">4234_zał nr 4, 6, 7, 8, 11 do SWZ</dmsv2BaseDisplayName>
    <dmsv2SWPP2ObjectNumber xmlns="http://schemas.microsoft.com/sharepoint/v3">POST/DYS/OW/GZ/04234/2025                         </dmsv2SWPP2ObjectNumber>
    <dmsv2SWPP2SumMD5 xmlns="http://schemas.microsoft.com/sharepoint/v3">eb3d41305a7b524b8720c6c24d379fc6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699803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23845363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DPFVW34YURAE-834641568-3010</_dlc_DocId>
    <_dlc_DocIdUrl xmlns="a19cb1c7-c5c7-46d4-85ae-d83685407bba">
      <Url>https://swpp2.dms.gkpge.pl/sites/40/_layouts/15/DocIdRedir.aspx?ID=DPFVW34YURAE-834641568-3010</Url>
      <Description>DPFVW34YURAE-834641568-3010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8AB63D8-CCB6-432F-BDE8-77C7E94BD737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49FF8A-4B6E-49A0-AE6B-37105D62F6D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5187</Words>
  <Characters>31125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2025-11-25T11:04:00Z</dcterms:created>
  <dcterms:modified xsi:type="dcterms:W3CDTF">2025-11-25T11:56:00Z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c8bb556b-8b14-42e7-a07b-5b662694756f</vt:lpwstr>
  </property>
</Properties>
</file>